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BC7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77777777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2020-2023</w:t>
      </w:r>
    </w:p>
    <w:p w14:paraId="7DBC9AAE" w14:textId="77777777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674F56">
        <w:rPr>
          <w:rFonts w:ascii="Corbel" w:hAnsi="Corbel"/>
          <w:sz w:val="20"/>
          <w:szCs w:val="20"/>
        </w:rPr>
        <w:t>2</w:t>
      </w:r>
      <w:r w:rsidR="00855E6F">
        <w:rPr>
          <w:rFonts w:ascii="Corbel" w:hAnsi="Corbel"/>
          <w:sz w:val="20"/>
          <w:szCs w:val="20"/>
        </w:rPr>
        <w:t>/202</w:t>
      </w:r>
      <w:r w:rsidR="00674F56">
        <w:rPr>
          <w:rFonts w:ascii="Corbel" w:hAnsi="Corbel"/>
          <w:sz w:val="20"/>
          <w:szCs w:val="20"/>
        </w:rPr>
        <w:t>3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77777777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1B432B15" w:rsidR="0085747A" w:rsidRPr="000F564B" w:rsidRDefault="000F564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64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48D3FA5D" w:rsidR="00015B8F" w:rsidRPr="009C54AE" w:rsidRDefault="000F56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r w:rsidR="0085747A" w:rsidRPr="39FB8A47">
        <w:rPr>
          <w:rFonts w:ascii="Corbel" w:hAnsi="Corbel"/>
          <w:b w:val="0"/>
          <w:smallCaps w:val="0"/>
        </w:rPr>
        <w:t>grupac</w:t>
      </w:r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>Możliwość wykorzystania platformy MS Teams.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1084C514" w:rsidR="0085747A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196E33E7" w:rsidR="00C61DC5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Blaszke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Difin,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Difin,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15871" w14:textId="77777777" w:rsidR="00592997" w:rsidRDefault="00592997" w:rsidP="00C16ABF">
      <w:pPr>
        <w:spacing w:after="0" w:line="240" w:lineRule="auto"/>
      </w:pPr>
      <w:r>
        <w:separator/>
      </w:r>
    </w:p>
  </w:endnote>
  <w:endnote w:type="continuationSeparator" w:id="0">
    <w:p w14:paraId="37772853" w14:textId="77777777" w:rsidR="00592997" w:rsidRDefault="005929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AB0F1" w14:textId="77777777" w:rsidR="00592997" w:rsidRDefault="00592997" w:rsidP="00C16ABF">
      <w:pPr>
        <w:spacing w:after="0" w:line="240" w:lineRule="auto"/>
      </w:pPr>
      <w:r>
        <w:separator/>
      </w:r>
    </w:p>
  </w:footnote>
  <w:footnote w:type="continuationSeparator" w:id="0">
    <w:p w14:paraId="0D80BE2D" w14:textId="77777777" w:rsidR="00592997" w:rsidRDefault="00592997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0F564B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63F"/>
    <w:rsid w:val="005363C4"/>
    <w:rsid w:val="00536BDE"/>
    <w:rsid w:val="00543ACC"/>
    <w:rsid w:val="0056696D"/>
    <w:rsid w:val="00592997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07C401-1D2A-4644-8342-49D68B40F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1018B-33D9-4F07-BA2D-CF874BF16C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923</Words>
  <Characters>5540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11</cp:revision>
  <cp:lastPrinted>2019-02-06T12:12:00Z</cp:lastPrinted>
  <dcterms:created xsi:type="dcterms:W3CDTF">2020-10-26T09:46:00Z</dcterms:created>
  <dcterms:modified xsi:type="dcterms:W3CDTF">2020-12-12T10:06:00Z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